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AD" w:rsidRPr="006257D1" w:rsidRDefault="008D7BAD" w:rsidP="009F1D77">
      <w:pPr>
        <w:spacing w:after="0"/>
        <w:jc w:val="center"/>
        <w:rPr>
          <w:b/>
          <w:sz w:val="28"/>
          <w:szCs w:val="28"/>
        </w:rPr>
      </w:pPr>
      <w:r w:rsidRPr="008F1163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2pt;height:42.6pt" fillcolor="window">
            <v:imagedata r:id="rId4" o:title=""/>
          </v:shape>
        </w:pict>
      </w:r>
    </w:p>
    <w:p w:rsidR="008D7BAD" w:rsidRDefault="008D7BAD" w:rsidP="009F1D77">
      <w:pPr>
        <w:spacing w:after="0"/>
      </w:pPr>
    </w:p>
    <w:p w:rsidR="008D7BAD" w:rsidRPr="005A1500" w:rsidRDefault="008D7BAD" w:rsidP="009F1D77">
      <w:pPr>
        <w:spacing w:after="0"/>
        <w:jc w:val="center"/>
        <w:rPr>
          <w:sz w:val="36"/>
          <w:szCs w:val="36"/>
        </w:rPr>
      </w:pPr>
      <w:r w:rsidRPr="004A11AC">
        <w:rPr>
          <w:rFonts w:ascii="Tunga" w:hAnsi="Tunga" w:hint="eastAsia"/>
          <w:sz w:val="36"/>
          <w:szCs w:val="36"/>
        </w:rPr>
        <w:t>ПЕРВОМАЙСЬКА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МІСЬКА</w:t>
      </w:r>
      <w:r w:rsidRPr="004A11AC">
        <w:rPr>
          <w:rFonts w:ascii="Tunga" w:hAnsi="Tunga"/>
          <w:sz w:val="36"/>
          <w:szCs w:val="36"/>
        </w:rPr>
        <w:t xml:space="preserve">   </w:t>
      </w:r>
      <w:r w:rsidRPr="004A11AC">
        <w:rPr>
          <w:rFonts w:ascii="Tunga" w:hAnsi="Tunga" w:hint="eastAsia"/>
          <w:sz w:val="36"/>
          <w:szCs w:val="36"/>
        </w:rPr>
        <w:t>РАДА</w:t>
      </w:r>
    </w:p>
    <w:p w:rsidR="008D7BAD" w:rsidRPr="00BE58EB" w:rsidRDefault="008D7BAD" w:rsidP="009F1D77">
      <w:pPr>
        <w:spacing w:after="0"/>
        <w:jc w:val="center"/>
        <w:rPr>
          <w:b/>
          <w:sz w:val="28"/>
          <w:szCs w:val="28"/>
        </w:rPr>
      </w:pPr>
      <w:r w:rsidRPr="003374B4">
        <w:rPr>
          <w:rFonts w:ascii="Arial" w:hAnsi="Arial"/>
          <w:i/>
          <w:sz w:val="32"/>
          <w:szCs w:val="32"/>
        </w:rPr>
        <w:t>Миколаївської області</w:t>
      </w:r>
    </w:p>
    <w:p w:rsidR="008D7BAD" w:rsidRDefault="008D7BAD" w:rsidP="009F1D77">
      <w:pPr>
        <w:spacing w:after="0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u w:val="single"/>
        </w:rPr>
        <w:t>4</w:t>
      </w:r>
      <w:r>
        <w:rPr>
          <w:rFonts w:ascii="Arial" w:hAnsi="Arial"/>
          <w:sz w:val="28"/>
          <w:szCs w:val="28"/>
        </w:rPr>
        <w:t xml:space="preserve">  </w:t>
      </w:r>
      <w:r w:rsidRPr="003374B4">
        <w:rPr>
          <w:rFonts w:ascii="Arial" w:hAnsi="Arial"/>
          <w:sz w:val="28"/>
          <w:szCs w:val="28"/>
        </w:rPr>
        <w:t xml:space="preserve">СЕСІЯ </w:t>
      </w:r>
      <w:r>
        <w:rPr>
          <w:rFonts w:ascii="Arial" w:hAnsi="Arial"/>
          <w:sz w:val="28"/>
          <w:szCs w:val="28"/>
        </w:rPr>
        <w:t xml:space="preserve">                     </w:t>
      </w:r>
      <w:r>
        <w:rPr>
          <w:rFonts w:ascii="Arial" w:hAnsi="Arial"/>
          <w:sz w:val="28"/>
          <w:szCs w:val="28"/>
          <w:u w:val="single"/>
        </w:rPr>
        <w:t>7</w:t>
      </w:r>
      <w:r w:rsidRPr="005459FF">
        <w:rPr>
          <w:rFonts w:ascii="Arial" w:hAnsi="Arial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</w:rPr>
        <w:t xml:space="preserve"> </w:t>
      </w:r>
      <w:r w:rsidRPr="003374B4">
        <w:rPr>
          <w:rFonts w:ascii="Arial" w:hAnsi="Arial"/>
          <w:sz w:val="28"/>
          <w:szCs w:val="28"/>
        </w:rPr>
        <w:t>СКЛИКАННЯ</w:t>
      </w:r>
    </w:p>
    <w:p w:rsidR="008D7BAD" w:rsidRPr="00130F78" w:rsidRDefault="008D7BAD" w:rsidP="009F1D77">
      <w:pPr>
        <w:spacing w:after="0"/>
        <w:jc w:val="both"/>
        <w:rPr>
          <w:rFonts w:ascii="Arial" w:hAnsi="Arial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 w:rsidRPr="00130F78">
        <w:rPr>
          <w:rFonts w:ascii="Arial" w:hAnsi="Arial"/>
        </w:rPr>
        <w:t>позачергова</w:t>
      </w:r>
    </w:p>
    <w:p w:rsidR="008D7BAD" w:rsidRPr="006C5384" w:rsidRDefault="008D7BAD" w:rsidP="009F1D77">
      <w:pPr>
        <w:spacing w:after="0"/>
        <w:jc w:val="center"/>
        <w:rPr>
          <w:sz w:val="32"/>
          <w:szCs w:val="32"/>
        </w:rPr>
      </w:pPr>
      <w:r w:rsidRPr="003374B4">
        <w:rPr>
          <w:rFonts w:ascii="Arial" w:hAnsi="Arial"/>
          <w:b/>
          <w:sz w:val="40"/>
          <w:szCs w:val="40"/>
        </w:rPr>
        <w:t>РІШЕННЯ</w:t>
      </w:r>
    </w:p>
    <w:p w:rsidR="008D7BAD" w:rsidRPr="00EC484F" w:rsidRDefault="008D7BAD" w:rsidP="009F1D77">
      <w:pPr>
        <w:spacing w:after="0"/>
        <w:rPr>
          <w:rFonts w:ascii="Arial" w:hAnsi="Arial" w:cs="Arial"/>
          <w:u w:val="single"/>
          <w:lang w:val="uk-UA"/>
        </w:rPr>
      </w:pPr>
      <w:r w:rsidRPr="009B59C9">
        <w:rPr>
          <w:rFonts w:ascii="Arial" w:hAnsi="Arial" w:cs="Arial"/>
        </w:rPr>
        <w:t xml:space="preserve">від  </w:t>
      </w:r>
      <w:r w:rsidRPr="009B59C9">
        <w:rPr>
          <w:rFonts w:ascii="Arial" w:hAnsi="Arial" w:cs="Arial"/>
          <w:u w:val="single"/>
        </w:rPr>
        <w:t>17.12.2015 року</w:t>
      </w:r>
      <w:r w:rsidRPr="009B59C9">
        <w:rPr>
          <w:rFonts w:ascii="Arial" w:hAnsi="Arial" w:cs="Arial"/>
        </w:rPr>
        <w:t xml:space="preserve">   № </w:t>
      </w:r>
      <w:r>
        <w:rPr>
          <w:rFonts w:ascii="Arial" w:hAnsi="Arial" w:cs="Arial"/>
          <w:u w:val="single"/>
          <w:lang w:val="uk-UA"/>
        </w:rPr>
        <w:t>11</w:t>
      </w:r>
    </w:p>
    <w:p w:rsidR="008D7BAD" w:rsidRDefault="008D7BAD" w:rsidP="009F1D77">
      <w:pPr>
        <w:spacing w:after="0"/>
      </w:pPr>
      <w:r w:rsidRPr="009B59C9">
        <w:rPr>
          <w:rFonts w:ascii="Arial" w:hAnsi="Arial" w:cs="Arial"/>
        </w:rPr>
        <w:t xml:space="preserve">        м.Первомайськ</w:t>
      </w:r>
      <w:r w:rsidRPr="00B46DC5">
        <w:rPr>
          <w:b/>
          <w:sz w:val="28"/>
          <w:szCs w:val="28"/>
        </w:rPr>
        <w:t xml:space="preserve">                          </w:t>
      </w:r>
    </w:p>
    <w:p w:rsidR="008D7BAD" w:rsidRDefault="008D7BAD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заступника міського </w:t>
      </w:r>
    </w:p>
    <w:p w:rsidR="008D7BAD" w:rsidRDefault="008D7BAD" w:rsidP="006258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голови, начальника управління соціального </w:t>
      </w:r>
    </w:p>
    <w:p w:rsidR="008D7BAD" w:rsidRDefault="008D7BAD" w:rsidP="006258A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захисту населення міської ради</w:t>
      </w:r>
    </w:p>
    <w:p w:rsidR="008D7BAD" w:rsidRDefault="008D7BAD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B75E1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статті 25 Закону України «Про місцеве самоврядування в Україні», статтей 3, 10 Закону України «Про службу в органах місцевого самоврядування», за поданням міського голови та за результатами таємного голосування, міська рада</w:t>
      </w: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Затвердити заступником міського голови, начальником управління соціального захисту населення міської ради  Колесніченко  Ольгу  Анатоліївну.</w:t>
      </w: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Л.Г. Дромашко</w:t>
      </w: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7BAD" w:rsidRDefault="008D7BAD" w:rsidP="008167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8D7BAD" w:rsidSect="00D809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A20"/>
    <w:rsid w:val="000F5012"/>
    <w:rsid w:val="00113ADE"/>
    <w:rsid w:val="00127BF9"/>
    <w:rsid w:val="00130F78"/>
    <w:rsid w:val="0021079A"/>
    <w:rsid w:val="00251D14"/>
    <w:rsid w:val="002557D4"/>
    <w:rsid w:val="002F3A0D"/>
    <w:rsid w:val="00313EF7"/>
    <w:rsid w:val="003374B4"/>
    <w:rsid w:val="00424E46"/>
    <w:rsid w:val="004A11AC"/>
    <w:rsid w:val="005459FF"/>
    <w:rsid w:val="005520CE"/>
    <w:rsid w:val="0059718E"/>
    <w:rsid w:val="005A1500"/>
    <w:rsid w:val="006257D1"/>
    <w:rsid w:val="006258A7"/>
    <w:rsid w:val="006B6C0A"/>
    <w:rsid w:val="006C5384"/>
    <w:rsid w:val="008017D1"/>
    <w:rsid w:val="008167DA"/>
    <w:rsid w:val="008D7BAD"/>
    <w:rsid w:val="008F1163"/>
    <w:rsid w:val="009B59C9"/>
    <w:rsid w:val="009F1D77"/>
    <w:rsid w:val="00A32FAC"/>
    <w:rsid w:val="00B15788"/>
    <w:rsid w:val="00B46DC5"/>
    <w:rsid w:val="00B722B8"/>
    <w:rsid w:val="00B75E1D"/>
    <w:rsid w:val="00BE0CCC"/>
    <w:rsid w:val="00BE58EB"/>
    <w:rsid w:val="00D809B4"/>
    <w:rsid w:val="00DD0833"/>
    <w:rsid w:val="00DE6C8B"/>
    <w:rsid w:val="00EA7A20"/>
    <w:rsid w:val="00EC484F"/>
    <w:rsid w:val="00F63BF0"/>
    <w:rsid w:val="00FE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CCC"/>
    <w:pPr>
      <w:spacing w:after="200" w:line="276" w:lineRule="auto"/>
    </w:pPr>
  </w:style>
  <w:style w:type="paragraph" w:styleId="Heading3">
    <w:name w:val="heading 3"/>
    <w:basedOn w:val="Normal"/>
    <w:next w:val="Normal"/>
    <w:link w:val="Heading3Char"/>
    <w:uiPriority w:val="99"/>
    <w:qFormat/>
    <w:rsid w:val="00DD0833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/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0833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0833"/>
    <w:pPr>
      <w:keepNext/>
      <w:spacing w:after="0" w:line="240" w:lineRule="auto"/>
      <w:jc w:val="center"/>
      <w:outlineLvl w:val="6"/>
    </w:pPr>
    <w:rPr>
      <w:rFonts w:ascii="Times New Roman" w:hAnsi="Times New Roman"/>
      <w:sz w:val="32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D0833"/>
    <w:rPr>
      <w:rFonts w:ascii="Times New Roman" w:eastAsia="Arial Unicode MS" w:hAnsi="Times New Roman" w:cs="Times New Roman"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D0833"/>
    <w:rPr>
      <w:rFonts w:ascii="Times New Roman" w:eastAsia="Arial Unicode MS" w:hAnsi="Times New Roman" w:cs="Times New Roman"/>
      <w:b/>
      <w:sz w:val="20"/>
      <w:szCs w:val="20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D0833"/>
    <w:rPr>
      <w:rFonts w:ascii="Times New Roman" w:hAnsi="Times New Roman" w:cs="Times New Roman"/>
      <w:sz w:val="20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08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114</Words>
  <Characters>651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2015-12-18T10:43:00Z</cp:lastPrinted>
  <dcterms:created xsi:type="dcterms:W3CDTF">2015-12-18T10:38:00Z</dcterms:created>
  <dcterms:modified xsi:type="dcterms:W3CDTF">2016-01-13T09:08:00Z</dcterms:modified>
</cp:coreProperties>
</file>